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BC" w:rsidRDefault="00571ABC">
      <w:r w:rsidRPr="00B522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logvanov.r52.ru/data/raskraski/3.jpg" style="width:557.25pt;height:705pt;visibility:visible">
            <v:imagedata r:id="rId4" o:title=""/>
          </v:shape>
        </w:pict>
      </w:r>
    </w:p>
    <w:p w:rsidR="00571ABC" w:rsidRDefault="00571ABC">
      <w:r w:rsidRPr="00B52281">
        <w:rPr>
          <w:noProof/>
        </w:rPr>
        <w:pict>
          <v:shape id="Рисунок 4" o:spid="_x0000_i1026" type="#_x0000_t75" alt="http://pozdravlenie.net.ua/images/stories/untitleddasd.jpg" style="width:516pt;height:762.75pt;visibility:visible">
            <v:imagedata r:id="rId5" o:title=""/>
          </v:shape>
        </w:pict>
      </w:r>
    </w:p>
    <w:p w:rsidR="00571ABC" w:rsidRDefault="00571ABC">
      <w:r w:rsidRPr="00B52281">
        <w:rPr>
          <w:noProof/>
        </w:rPr>
        <w:pict>
          <v:shape id="Рисунок 7" o:spid="_x0000_i1027" type="#_x0000_t75" alt="http://www.solnet.ee/sol/004/rask20/p01.gif" style="width:540pt;height:475.5pt;visibility:visible">
            <v:imagedata r:id="rId6" o:title=""/>
          </v:shape>
        </w:pict>
      </w:r>
    </w:p>
    <w:p w:rsidR="00571ABC" w:rsidRDefault="00571ABC"/>
    <w:p w:rsidR="00571ABC" w:rsidRDefault="00571ABC"/>
    <w:p w:rsidR="00571ABC" w:rsidRDefault="00571ABC"/>
    <w:p w:rsidR="00571ABC" w:rsidRDefault="00571ABC"/>
    <w:p w:rsidR="00571ABC" w:rsidRDefault="00571ABC"/>
    <w:p w:rsidR="00571ABC" w:rsidRDefault="00571ABC"/>
    <w:p w:rsidR="00571ABC" w:rsidRDefault="00571ABC"/>
    <w:p w:rsidR="00571ABC" w:rsidRDefault="00571ABC"/>
    <w:p w:rsidR="00571ABC" w:rsidRDefault="00571ABC"/>
    <w:p w:rsidR="00571ABC" w:rsidRDefault="00571ABC">
      <w:r w:rsidRPr="00B52281">
        <w:rPr>
          <w:noProof/>
        </w:rPr>
        <w:pict>
          <v:shape id="Рисунок 10" o:spid="_x0000_i1028" type="#_x0000_t75" alt="http://www.solkids.ru/images/stories/ras/babushka.gif" style="width:556.5pt;height:672.75pt;visibility:visible">
            <v:imagedata r:id="rId7" o:title=""/>
          </v:shape>
        </w:pict>
      </w:r>
    </w:p>
    <w:p w:rsidR="00571ABC" w:rsidRDefault="00571ABC"/>
    <w:p w:rsidR="00571ABC" w:rsidRDefault="00571ABC">
      <w:r w:rsidRPr="00B52281">
        <w:rPr>
          <w:noProof/>
        </w:rPr>
        <w:pict>
          <v:shape id="Рисунок 13" o:spid="_x0000_i1029" type="#_x0000_t75" alt="http://personalizedpartyinvites.com/birthdaypartyinvitations/wp-content/uploads/2009/04/camprock3.jpg" style="width:557.25pt;height:707.25pt;visibility:visible">
            <v:imagedata r:id="rId8" o:title=""/>
          </v:shape>
        </w:pict>
      </w:r>
    </w:p>
    <w:p w:rsidR="00571ABC" w:rsidRDefault="00571ABC">
      <w:r w:rsidRPr="00B52281">
        <w:rPr>
          <w:noProof/>
        </w:rPr>
        <w:pict>
          <v:shape id="Рисунок 16" o:spid="_x0000_i1030" type="#_x0000_t75" alt="http://www.ruskid.ru/uploads/posts/2009-01/1232996773_31.jpg" style="width:506.25pt;height:708.75pt;visibility:visible">
            <v:imagedata r:id="rId9" o:title=""/>
          </v:shape>
        </w:pict>
      </w:r>
    </w:p>
    <w:p w:rsidR="00571ABC" w:rsidRDefault="00571ABC">
      <w:r w:rsidRPr="00B52281">
        <w:rPr>
          <w:noProof/>
        </w:rPr>
        <w:pict>
          <v:shape id="Рисунок 19" o:spid="_x0000_i1031" type="#_x0000_t75" alt="http://srw.gda.pl/files/paint/LargeFamily.gif" style="width:549pt;height:603pt;visibility:visible">
            <v:imagedata r:id="rId10" o:title=""/>
          </v:shape>
        </w:pict>
      </w:r>
    </w:p>
    <w:sectPr w:rsidR="00571ABC" w:rsidSect="000B7523">
      <w:pgSz w:w="11906" w:h="16838"/>
      <w:pgMar w:top="113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523"/>
    <w:rsid w:val="00090EF2"/>
    <w:rsid w:val="000B7523"/>
    <w:rsid w:val="0017100D"/>
    <w:rsid w:val="00571ABC"/>
    <w:rsid w:val="00B52281"/>
    <w:rsid w:val="00C502D6"/>
    <w:rsid w:val="00F9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0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7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7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7</Pages>
  <Words>3</Words>
  <Characters>21</Characters>
  <Application>Microsoft Office Outlook</Application>
  <DocSecurity>0</DocSecurity>
  <Lines>0</Lines>
  <Paragraphs>0</Paragraphs>
  <ScaleCrop>false</ScaleCrop>
  <Company>Школа №996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ученик 01</cp:lastModifiedBy>
  <cp:revision>3</cp:revision>
  <cp:lastPrinted>2012-11-13T03:48:00Z</cp:lastPrinted>
  <dcterms:created xsi:type="dcterms:W3CDTF">2012-11-06T13:25:00Z</dcterms:created>
  <dcterms:modified xsi:type="dcterms:W3CDTF">2012-11-13T03:51:00Z</dcterms:modified>
</cp:coreProperties>
</file>