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9D" w:rsidRDefault="004A269D">
      <w:r w:rsidRPr="007A4DF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nayka.net/raskraski/shrek/shrek30.jpg" style="width:474.75pt;height:665.25pt;visibility:visible">
            <v:imagedata r:id="rId4" o:title=""/>
          </v:shape>
        </w:pict>
      </w:r>
    </w:p>
    <w:p w:rsidR="004A269D" w:rsidRDefault="004A269D"/>
    <w:p w:rsidR="004A269D" w:rsidRDefault="004A269D"/>
    <w:p w:rsidR="004A269D" w:rsidRDefault="004A269D">
      <w:r w:rsidRPr="007A4DF9">
        <w:rPr>
          <w:noProof/>
        </w:rPr>
        <w:pict>
          <v:shape id="Рисунок 4" o:spid="_x0000_i1026" type="#_x0000_t75" alt="http://www.meridian-express.ru/ru/images/public/italy/prazdniki/26.jpg" style="width:464.25pt;height:608.25pt;visibility:visible">
            <v:imagedata r:id="rId5" o:title=""/>
          </v:shape>
        </w:pict>
      </w:r>
    </w:p>
    <w:sectPr w:rsidR="004A269D" w:rsidSect="00A91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A10"/>
    <w:rsid w:val="004A269D"/>
    <w:rsid w:val="006F05A5"/>
    <w:rsid w:val="007A4DF9"/>
    <w:rsid w:val="0082415E"/>
    <w:rsid w:val="008935BF"/>
    <w:rsid w:val="00A9153D"/>
    <w:rsid w:val="00BA3A10"/>
    <w:rsid w:val="00C6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3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A3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3A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0</Words>
  <Characters>5</Characters>
  <Application>Microsoft Office Outlook</Application>
  <DocSecurity>0</DocSecurity>
  <Lines>0</Lines>
  <Paragraphs>0</Paragraphs>
  <ScaleCrop>false</ScaleCrop>
  <Company>Школа №996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ученик 01</cp:lastModifiedBy>
  <cp:revision>4</cp:revision>
  <cp:lastPrinted>2012-10-15T03:55:00Z</cp:lastPrinted>
  <dcterms:created xsi:type="dcterms:W3CDTF">2012-10-13T05:53:00Z</dcterms:created>
  <dcterms:modified xsi:type="dcterms:W3CDTF">2012-10-15T03:57:00Z</dcterms:modified>
</cp:coreProperties>
</file>