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FC3" w:rsidRDefault="00261991">
      <w:r>
        <w:rPr>
          <w:noProof/>
          <w:color w:val="0000FF"/>
          <w:lang w:eastAsia="ru-RU"/>
        </w:rPr>
        <w:drawing>
          <wp:inline distT="0" distB="0" distL="0" distR="0" wp14:anchorId="05190A8A" wp14:editId="111A5A11">
            <wp:extent cx="14191112" cy="7486650"/>
            <wp:effectExtent l="0" t="0" r="1270" b="0"/>
            <wp:docPr id="1" name="Рисунок 1" descr="ребусы про зиму">
              <a:hlinkClick xmlns:a="http://schemas.openxmlformats.org/drawingml/2006/main" r:id="rId5" tgtFrame="&quot;_blank&quot;" tooltip="&quot;Ребусы о зиме в картинках с ответами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бусы про зиму">
                      <a:hlinkClick r:id="rId5" tgtFrame="&quot;_blank&quot;" tooltip="&quot;Ребусы о зиме в картинках с ответами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3609" cy="7493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A8A5DF1" wp14:editId="32392E2B">
            <wp:extent cx="14201775" cy="7492275"/>
            <wp:effectExtent l="0" t="0" r="0" b="0"/>
            <wp:docPr id="3" name="Рисунок 3" descr="http://pesochnizza.ru/wp-content/uploads/2012/10/zimnij-reb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sochnizza.ru/wp-content/uploads/2012/10/zimnij-rebu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1775" cy="74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25771BA" wp14:editId="4FB98BAF">
            <wp:extent cx="14191113" cy="7486650"/>
            <wp:effectExtent l="0" t="0" r="1270" b="0"/>
            <wp:docPr id="2" name="Рисунок 2" descr="http://pesochnizza.ru/wp-content/uploads/2012/10/zima-rebusy-v-kartink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sochnizza.ru/wp-content/uploads/2012/10/zima-rebusy-v-kartinka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1113" cy="748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3F588961" wp14:editId="7A250F48">
            <wp:extent cx="14201775" cy="7492275"/>
            <wp:effectExtent l="0" t="0" r="0" b="0"/>
            <wp:docPr id="5" name="Рисунок 5" descr="http://pesochnizza.ru/wp-content/uploads/2012/10/rebus-pro-zi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esochnizza.ru/wp-content/uploads/2012/10/rebus-pro-zimu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1775" cy="74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Helvetica" w:hAnsi="Helvetica" w:cs="Helvetica"/>
          <w:noProof/>
          <w:color w:val="6B6966"/>
          <w:sz w:val="23"/>
          <w:szCs w:val="23"/>
          <w:lang w:eastAsia="ru-RU"/>
        </w:rPr>
        <w:lastRenderedPageBreak/>
        <w:drawing>
          <wp:inline distT="0" distB="0" distL="0" distR="0" wp14:anchorId="44623401" wp14:editId="7E5B5D05">
            <wp:extent cx="14201775" cy="8150584"/>
            <wp:effectExtent l="0" t="0" r="0" b="3175"/>
            <wp:docPr id="6" name="Рисунок 6" descr="ребус о зим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 о зим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1775" cy="8150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lastRenderedPageBreak/>
        <w:drawing>
          <wp:inline distT="0" distB="0" distL="0" distR="0" wp14:anchorId="43A49072" wp14:editId="1B46379D">
            <wp:extent cx="14201775" cy="7492275"/>
            <wp:effectExtent l="0" t="0" r="0" b="0"/>
            <wp:docPr id="4" name="Рисунок 4" descr="http://pesochnizza.ru/wp-content/uploads/2012/10/zima-rebus-v-kartink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sochnizza.ru/wp-content/uploads/2012/10/zima-rebus-v-kartinkah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1775" cy="74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6FC3" w:rsidSect="00261991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79"/>
    <w:rsid w:val="00261991"/>
    <w:rsid w:val="005B7D79"/>
    <w:rsid w:val="00896FC3"/>
    <w:rsid w:val="00C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pesochnizza.ru/wp-content/uploads/2012/10/rebusy-o-zime-v-kartinkah.jpg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58CAF644</Template>
  <TotalTime>11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Капитанова</dc:creator>
  <cp:keywords/>
  <dc:description/>
  <cp:lastModifiedBy>Татьяна И. Капитанова</cp:lastModifiedBy>
  <cp:revision>2</cp:revision>
  <dcterms:created xsi:type="dcterms:W3CDTF">2018-12-21T13:05:00Z</dcterms:created>
  <dcterms:modified xsi:type="dcterms:W3CDTF">2018-12-21T13:16:00Z</dcterms:modified>
</cp:coreProperties>
</file>