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88C" w:rsidRDefault="005F0669">
      <w:pPr>
        <w:tabs>
          <w:tab w:val="left" w:pos="284"/>
          <w:tab w:val="left" w:pos="2055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1</w:t>
      </w:r>
    </w:p>
    <w:p w:rsidR="00C929C7" w:rsidRDefault="00C929C7" w:rsidP="00C929C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Фигуры, расположенные на доске.</w:t>
      </w:r>
    </w:p>
    <w:p w:rsidR="0038561C" w:rsidRDefault="00C929C7" w:rsidP="003856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Этап урока: </w:t>
      </w:r>
    </w:p>
    <w:p w:rsidR="00C929C7" w:rsidRDefault="00C929C7" w:rsidP="003856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актуализация знаний</w:t>
      </w:r>
    </w:p>
    <w:p w:rsidR="00C929C7" w:rsidRDefault="00C929C7" w:rsidP="0038561C">
      <w:pPr>
        <w:tabs>
          <w:tab w:val="left" w:pos="284"/>
          <w:tab w:val="left" w:pos="2055"/>
        </w:tabs>
        <w:spacing w:after="0"/>
        <w:jc w:val="right"/>
      </w:pPr>
      <w:r>
        <w:rPr>
          <w:b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30" type="#_x0000_t32" style="position:absolute;left:0;text-align:left;margin-left:32.1pt;margin-top:23.25pt;width:269.75pt;height:73.3pt;flip:y;z-index:2;visibility:visible" o:connectortype="elbow" strokeweight=".26008mm">
            <v:stroke joinstyle="miter"/>
          </v:shape>
        </w:pict>
      </w:r>
      <w:r>
        <w:rPr>
          <w:b/>
          <w:lang w:eastAsia="ru-RU"/>
        </w:rPr>
        <w:pict>
          <v:rect id="Rectangle 2" o:spid="_x0000_s1031" style="position:absolute;left:0;text-align:left;margin-left:32.1pt;margin-top:23.25pt;width:269.75pt;height:73.3pt;z-index:1;visibility:visible" strokeweight=".26008mm">
            <v:textbox style="mso-rotate-with-shape:t" inset="0,0,0,0"/>
          </v:rect>
        </w:pict>
      </w:r>
    </w:p>
    <w:p w:rsidR="0015788C" w:rsidRDefault="0015788C">
      <w:pPr>
        <w:rPr>
          <w:rFonts w:ascii="Times New Roman" w:hAnsi="Times New Roman"/>
          <w:sz w:val="24"/>
          <w:szCs w:val="24"/>
        </w:rPr>
      </w:pPr>
    </w:p>
    <w:p w:rsidR="0015788C" w:rsidRDefault="005F0669">
      <w:pPr>
        <w:tabs>
          <w:tab w:val="left" w:pos="6645"/>
        </w:tabs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Фигура 1</w:t>
      </w:r>
    </w:p>
    <w:p w:rsidR="0015788C" w:rsidRDefault="0015788C">
      <w:pPr>
        <w:rPr>
          <w:rFonts w:ascii="Times New Roman" w:hAnsi="Times New Roman"/>
          <w:sz w:val="24"/>
          <w:szCs w:val="24"/>
        </w:rPr>
      </w:pPr>
    </w:p>
    <w:p w:rsidR="0015788C" w:rsidRDefault="0015788C">
      <w:pPr>
        <w:rPr>
          <w:rFonts w:ascii="Times New Roman" w:hAnsi="Times New Roman"/>
          <w:sz w:val="24"/>
          <w:szCs w:val="24"/>
        </w:rPr>
      </w:pPr>
    </w:p>
    <w:p w:rsidR="0015788C" w:rsidRDefault="00C929C7">
      <w:pPr>
        <w:rPr>
          <w:rFonts w:ascii="Times New Roman" w:hAnsi="Times New Roman"/>
          <w:sz w:val="24"/>
          <w:szCs w:val="24"/>
        </w:rPr>
      </w:pPr>
      <w:r>
        <w:rPr>
          <w:b/>
          <w:lang w:eastAsia="ru-RU"/>
        </w:rPr>
        <w:pict>
          <v:shape id="AutoShape 5" o:spid="_x0000_s1028" type="#_x0000_t32" style="position:absolute;margin-left:38.95pt;margin-top:6.5pt;width:262.9pt;height:263.15pt;flip:y;z-index:4;visibility:visible" o:connectortype="elbow" strokeweight=".26008mm">
            <v:stroke joinstyle="miter"/>
          </v:shape>
        </w:pict>
      </w:r>
      <w:r>
        <w:rPr>
          <w:b/>
          <w:lang w:eastAsia="ru-RU"/>
        </w:rPr>
        <w:pict>
          <v:shape id="AutoShape 6" o:spid="_x0000_s1027" type="#_x0000_t32" style="position:absolute;margin-left:38.95pt;margin-top:6.5pt;width:262.9pt;height:263.15pt;z-index:5;visibility:visible" o:connectortype="elbow" strokeweight=".26008mm">
            <v:stroke joinstyle="miter"/>
          </v:shape>
        </w:pict>
      </w:r>
      <w:r>
        <w:rPr>
          <w:b/>
          <w:lang w:eastAsia="ru-RU"/>
        </w:rPr>
        <w:pict>
          <v:rect id="Rectangle 4" o:spid="_x0000_s1029" style="position:absolute;margin-left:38.95pt;margin-top:6.5pt;width:262.9pt;height:263.15pt;z-index:3;visibility:visible" strokeweight=".26008mm">
            <v:textbox style="mso-rotate-with-shape:t" inset="0,0,0,0"/>
          </v:rect>
        </w:pict>
      </w:r>
    </w:p>
    <w:p w:rsidR="0015788C" w:rsidRDefault="0015788C">
      <w:pPr>
        <w:rPr>
          <w:rFonts w:ascii="Times New Roman" w:hAnsi="Times New Roman"/>
          <w:sz w:val="24"/>
          <w:szCs w:val="24"/>
        </w:rPr>
      </w:pPr>
    </w:p>
    <w:p w:rsidR="0015788C" w:rsidRDefault="0015788C">
      <w:pPr>
        <w:rPr>
          <w:rFonts w:ascii="Times New Roman" w:hAnsi="Times New Roman"/>
          <w:sz w:val="24"/>
          <w:szCs w:val="24"/>
        </w:rPr>
      </w:pPr>
    </w:p>
    <w:p w:rsidR="0015788C" w:rsidRDefault="0015788C">
      <w:pPr>
        <w:rPr>
          <w:rFonts w:ascii="Times New Roman" w:hAnsi="Times New Roman"/>
          <w:sz w:val="24"/>
          <w:szCs w:val="24"/>
        </w:rPr>
      </w:pPr>
    </w:p>
    <w:p w:rsidR="0015788C" w:rsidRDefault="0015788C">
      <w:pPr>
        <w:rPr>
          <w:rFonts w:ascii="Times New Roman" w:hAnsi="Times New Roman"/>
          <w:sz w:val="24"/>
          <w:szCs w:val="24"/>
        </w:rPr>
      </w:pPr>
    </w:p>
    <w:p w:rsidR="0015788C" w:rsidRDefault="0015788C">
      <w:pPr>
        <w:rPr>
          <w:rFonts w:ascii="Times New Roman" w:hAnsi="Times New Roman"/>
          <w:sz w:val="24"/>
          <w:szCs w:val="24"/>
        </w:rPr>
      </w:pPr>
    </w:p>
    <w:p w:rsidR="0015788C" w:rsidRDefault="005F0669">
      <w:pPr>
        <w:tabs>
          <w:tab w:val="left" w:pos="6840"/>
        </w:tabs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Фигура 2</w:t>
      </w:r>
    </w:p>
    <w:p w:rsidR="0015788C" w:rsidRDefault="0015788C">
      <w:pPr>
        <w:rPr>
          <w:rFonts w:ascii="Times New Roman" w:hAnsi="Times New Roman"/>
          <w:sz w:val="24"/>
          <w:szCs w:val="24"/>
        </w:rPr>
      </w:pPr>
    </w:p>
    <w:p w:rsidR="0015788C" w:rsidRDefault="0015788C">
      <w:pPr>
        <w:rPr>
          <w:rFonts w:ascii="Times New Roman" w:hAnsi="Times New Roman"/>
          <w:sz w:val="24"/>
          <w:szCs w:val="24"/>
        </w:rPr>
      </w:pPr>
    </w:p>
    <w:p w:rsidR="0015788C" w:rsidRDefault="0015788C">
      <w:pPr>
        <w:rPr>
          <w:rFonts w:ascii="Times New Roman" w:hAnsi="Times New Roman"/>
          <w:sz w:val="24"/>
          <w:szCs w:val="24"/>
        </w:rPr>
      </w:pPr>
    </w:p>
    <w:p w:rsidR="0015788C" w:rsidRDefault="0015788C">
      <w:pPr>
        <w:rPr>
          <w:rFonts w:ascii="Times New Roman" w:hAnsi="Times New Roman"/>
          <w:sz w:val="24"/>
          <w:szCs w:val="24"/>
        </w:rPr>
      </w:pPr>
    </w:p>
    <w:p w:rsidR="0015788C" w:rsidRDefault="00C929C7">
      <w:pPr>
        <w:rPr>
          <w:rFonts w:ascii="Times New Roman" w:hAnsi="Times New Roman"/>
          <w:sz w:val="24"/>
          <w:szCs w:val="24"/>
        </w:rPr>
      </w:pPr>
      <w:r w:rsidRPr="0015788C">
        <w:rPr>
          <w:b/>
          <w:lang w:eastAsia="ru-RU"/>
        </w:rPr>
        <w:pict>
          <v:rect id="Rectangle 7" o:spid="_x0000_s1026" style="position:absolute;margin-left:34.45pt;margin-top:14.65pt;width:267.4pt;height:254.7pt;z-index:6;visibility:visible" strokeweight=".26008mm">
            <v:textbox style="mso-rotate-with-shape:t" inset="0,0,0,0"/>
          </v:rect>
        </w:pict>
      </w:r>
    </w:p>
    <w:p w:rsidR="0015788C" w:rsidRDefault="0015788C">
      <w:pPr>
        <w:rPr>
          <w:rFonts w:ascii="Times New Roman" w:hAnsi="Times New Roman"/>
          <w:sz w:val="24"/>
          <w:szCs w:val="24"/>
        </w:rPr>
      </w:pPr>
    </w:p>
    <w:p w:rsidR="0015788C" w:rsidRDefault="0015788C">
      <w:pPr>
        <w:rPr>
          <w:rFonts w:ascii="Times New Roman" w:hAnsi="Times New Roman"/>
          <w:sz w:val="24"/>
          <w:szCs w:val="24"/>
        </w:rPr>
      </w:pPr>
    </w:p>
    <w:p w:rsidR="0015788C" w:rsidRDefault="0015788C">
      <w:pPr>
        <w:rPr>
          <w:rFonts w:ascii="Times New Roman" w:hAnsi="Times New Roman"/>
          <w:sz w:val="24"/>
          <w:szCs w:val="24"/>
        </w:rPr>
      </w:pPr>
    </w:p>
    <w:p w:rsidR="0015788C" w:rsidRDefault="005F0669">
      <w:pPr>
        <w:tabs>
          <w:tab w:val="left" w:pos="7440"/>
        </w:tabs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Фигура  3</w:t>
      </w:r>
    </w:p>
    <w:sectPr w:rsidR="0015788C" w:rsidSect="00AF4163">
      <w:pgSz w:w="11906" w:h="16838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04D" w:rsidRDefault="0062204D" w:rsidP="0015788C">
      <w:pPr>
        <w:spacing w:after="0" w:line="240" w:lineRule="auto"/>
      </w:pPr>
      <w:r>
        <w:separator/>
      </w:r>
    </w:p>
  </w:endnote>
  <w:endnote w:type="continuationSeparator" w:id="0">
    <w:p w:rsidR="0062204D" w:rsidRDefault="0062204D" w:rsidP="00157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04D" w:rsidRDefault="0062204D" w:rsidP="0015788C">
      <w:pPr>
        <w:spacing w:after="0" w:line="240" w:lineRule="auto"/>
      </w:pPr>
      <w:r w:rsidRPr="0015788C">
        <w:rPr>
          <w:color w:val="000000"/>
        </w:rPr>
        <w:separator/>
      </w:r>
    </w:p>
  </w:footnote>
  <w:footnote w:type="continuationSeparator" w:id="0">
    <w:p w:rsidR="0062204D" w:rsidRDefault="0062204D" w:rsidP="00157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88C"/>
    <w:rsid w:val="0015788C"/>
    <w:rsid w:val="00204E4C"/>
    <w:rsid w:val="0038561C"/>
    <w:rsid w:val="00483613"/>
    <w:rsid w:val="00582E5A"/>
    <w:rsid w:val="005F0669"/>
    <w:rsid w:val="0062204D"/>
    <w:rsid w:val="00A5011F"/>
    <w:rsid w:val="00AE486F"/>
    <w:rsid w:val="00AF4163"/>
    <w:rsid w:val="00BC328A"/>
    <w:rsid w:val="00C92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6"/>
        <o:r id="V:Rule2" type="connector" idref="#AutoShape 5"/>
        <o:r id="V:Rule3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5788C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57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rsid w:val="0015788C"/>
  </w:style>
  <w:style w:type="paragraph" w:styleId="a5">
    <w:name w:val="footer"/>
    <w:basedOn w:val="a"/>
    <w:rsid w:val="00157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rsid w:val="001578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1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2011-01-30T09:08:00Z</dcterms:created>
  <dcterms:modified xsi:type="dcterms:W3CDTF">2011-01-30T09:08:00Z</dcterms:modified>
</cp:coreProperties>
</file>